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00C8B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100C8B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00C8B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100C8B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17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17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D863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636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D36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36E7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 w:rsidR="00D36E7F">
              <w:rPr>
                <w:rFonts w:ascii="Corbel" w:hAnsi="Corbel"/>
                <w:sz w:val="24"/>
                <w:szCs w:val="24"/>
              </w:rPr>
              <w:t>egazminu</w:t>
            </w:r>
            <w:proofErr w:type="spellEnd"/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47" w:rsidRDefault="007F0047" w:rsidP="00C16ABF">
      <w:pPr>
        <w:spacing w:after="0" w:line="240" w:lineRule="auto"/>
      </w:pPr>
      <w:r>
        <w:separator/>
      </w:r>
    </w:p>
  </w:endnote>
  <w:endnote w:type="continuationSeparator" w:id="0">
    <w:p w:rsidR="007F0047" w:rsidRDefault="007F00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47" w:rsidRDefault="007F0047" w:rsidP="00C16ABF">
      <w:pPr>
        <w:spacing w:after="0" w:line="240" w:lineRule="auto"/>
      </w:pPr>
      <w:r>
        <w:separator/>
      </w:r>
    </w:p>
  </w:footnote>
  <w:footnote w:type="continuationSeparator" w:id="0">
    <w:p w:rsidR="007F0047" w:rsidRDefault="007F00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0C8B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C99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01A"/>
    <w:rsid w:val="007D6E56"/>
    <w:rsid w:val="007F0047"/>
    <w:rsid w:val="007F1652"/>
    <w:rsid w:val="007F4155"/>
    <w:rsid w:val="0081554D"/>
    <w:rsid w:val="0081707E"/>
    <w:rsid w:val="00817BB3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EAE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4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C45E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36E7F"/>
    <w:rsid w:val="00D425B2"/>
    <w:rsid w:val="00D428D6"/>
    <w:rsid w:val="00D552B2"/>
    <w:rsid w:val="00D608D1"/>
    <w:rsid w:val="00D74119"/>
    <w:rsid w:val="00D77A15"/>
    <w:rsid w:val="00D8075B"/>
    <w:rsid w:val="00D8636A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B832D-1634-46D2-8036-FA0E6A2E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2020-10-15T11:56:00Z</cp:lastPrinted>
  <dcterms:created xsi:type="dcterms:W3CDTF">2019-11-03T17:58:00Z</dcterms:created>
  <dcterms:modified xsi:type="dcterms:W3CDTF">2021-10-04T11:56:00Z</dcterms:modified>
</cp:coreProperties>
</file>